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5AAE9186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619CC57C" w14:textId="01621444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r w:rsidR="00DC4A68" w:rsidRPr="00A024A6">
              <w:rPr>
                <w:rFonts w:ascii="Times New Roman" w:hAnsi="Times New Roman"/>
                <w:b/>
                <w:szCs w:val="22"/>
                <w:lang w:val="en-GB"/>
              </w:rPr>
              <w:t>title: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565122CD" w14:textId="394FD367" w:rsidR="009D6486" w:rsidRPr="00A024A6" w:rsidRDefault="00DC4A68" w:rsidP="00DC4A68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C4A68">
              <w:rPr>
                <w:rFonts w:ascii="Times New Roman" w:hAnsi="Times New Roman"/>
                <w:szCs w:val="22"/>
                <w:lang w:val="en-GB"/>
              </w:rPr>
              <w:t>Engagement of 5 (five) external mentors</w:t>
            </w:r>
            <w:r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r w:rsidRPr="00DC4A68">
              <w:rPr>
                <w:rFonts w:ascii="Times New Roman" w:hAnsi="Times New Roman"/>
                <w:szCs w:val="22"/>
                <w:lang w:val="en-GB"/>
              </w:rPr>
              <w:t>under the project “Business eco-system as an integrated system” Be IN,</w:t>
            </w:r>
            <w:r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r w:rsidRPr="00DC4A68">
              <w:rPr>
                <w:rFonts w:ascii="Times New Roman" w:hAnsi="Times New Roman"/>
                <w:szCs w:val="22"/>
                <w:lang w:val="en-GB"/>
              </w:rPr>
              <w:t>Shtip, Republic of North Macedonia</w:t>
            </w:r>
          </w:p>
        </w:tc>
        <w:tc>
          <w:tcPr>
            <w:tcW w:w="2694" w:type="dxa"/>
            <w:shd w:val="pct5" w:color="auto" w:fill="FFFFFF"/>
          </w:tcPr>
          <w:p w14:paraId="01B0FCE0" w14:textId="4800FD63" w:rsidR="009D6486" w:rsidRPr="00A024A6" w:rsidRDefault="00DC4A68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</w:p>
        </w:tc>
        <w:tc>
          <w:tcPr>
            <w:tcW w:w="4960" w:type="dxa"/>
          </w:tcPr>
          <w:p w14:paraId="7DE1CE26" w14:textId="7F15D24E" w:rsidR="009D6486" w:rsidRPr="00C07B69" w:rsidRDefault="00C07B6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r w:rsidRPr="00C07B69">
              <w:rPr>
                <w:rFonts w:ascii="Times New Roman" w:hAnsi="Times New Roman"/>
                <w:szCs w:val="22"/>
                <w:lang w:val="en-GB"/>
              </w:rPr>
              <w:t>0507-2</w:t>
            </w:r>
            <w:r w:rsidRPr="00C07B69">
              <w:rPr>
                <w:rFonts w:ascii="Times New Roman" w:hAnsi="Times New Roman"/>
                <w:szCs w:val="22"/>
                <w:lang w:val="en-US"/>
              </w:rPr>
              <w:t>79</w:t>
            </w:r>
            <w:r w:rsidRPr="00C07B69">
              <w:rPr>
                <w:rFonts w:ascii="Times New Roman" w:hAnsi="Times New Roman"/>
                <w:szCs w:val="22"/>
                <w:lang w:val="en-GB"/>
              </w:rPr>
              <w:t xml:space="preserve">/1-2, </w:t>
            </w:r>
            <w:r w:rsidRPr="00C07B69">
              <w:rPr>
                <w:rFonts w:ascii="Times New Roman" w:hAnsi="Times New Roman"/>
                <w:szCs w:val="22"/>
                <w:lang w:val="mk-MK"/>
              </w:rPr>
              <w:t>Be In-CN2-S</w:t>
            </w:r>
            <w:r w:rsidRPr="00C07B69">
              <w:rPr>
                <w:rFonts w:ascii="Times New Roman" w:hAnsi="Times New Roman"/>
                <w:szCs w:val="22"/>
                <w:lang w:val="en-US"/>
              </w:rPr>
              <w:t>O</w:t>
            </w:r>
            <w:r w:rsidRPr="00C07B69">
              <w:rPr>
                <w:rFonts w:ascii="Times New Roman" w:hAnsi="Times New Roman"/>
                <w:szCs w:val="22"/>
                <w:lang w:val="mk-MK"/>
              </w:rPr>
              <w:t xml:space="preserve"> 1.1-SCO43</w:t>
            </w:r>
            <w:bookmarkEnd w:id="0"/>
          </w:p>
        </w:tc>
      </w:tr>
    </w:tbl>
    <w:p w14:paraId="7611AD0D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1200"/>
        <w:gridCol w:w="1134"/>
        <w:gridCol w:w="1276"/>
        <w:gridCol w:w="851"/>
        <w:gridCol w:w="845"/>
      </w:tblGrid>
      <w:tr w:rsidR="00DC4A68" w:rsidRPr="00FE0987" w14:paraId="1CC89699" w14:textId="77777777" w:rsidTr="00DC4A68">
        <w:trPr>
          <w:cantSplit/>
          <w:trHeight w:val="1957"/>
          <w:tblHeader/>
          <w:jc w:val="center"/>
        </w:trPr>
        <w:tc>
          <w:tcPr>
            <w:tcW w:w="1127" w:type="dxa"/>
            <w:shd w:val="pct12" w:color="auto" w:fill="FFFFFF"/>
            <w:textDirection w:val="btLr"/>
            <w:vAlign w:val="center"/>
          </w:tcPr>
          <w:p w14:paraId="1F28B0BA" w14:textId="2CEECEB2" w:rsidR="00DC4A68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envelope 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number</w:t>
            </w:r>
          </w:p>
          <w:p w14:paraId="7710A3B6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54657CA5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546BA5C6" w14:textId="77777777" w:rsidR="00DC4A68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40C382FB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784C029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ACCAABB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8BE8681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3AA9AE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8C2F22" w14:textId="77777777" w:rsidR="00DC4A68" w:rsidRPr="004A6A9B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F90AA9" w14:textId="77777777" w:rsidR="00DC4A68" w:rsidRPr="004712A3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61AD108" w14:textId="77777777" w:rsidR="00DC4A68" w:rsidRPr="00775889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DD1FF5E" w14:textId="77777777" w:rsidR="00DC4A68" w:rsidRPr="00775889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C3E7C5C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1200" w:type="dxa"/>
            <w:shd w:val="pct12" w:color="auto" w:fill="FFFFFF"/>
            <w:textDirection w:val="btLr"/>
            <w:vAlign w:val="center"/>
          </w:tcPr>
          <w:p w14:paraId="4435ACA3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5A2CD389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14:paraId="04BC254F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0F008D0" w14:textId="77777777" w:rsidR="00DC4A68" w:rsidRPr="00FE0987" w:rsidRDefault="00DC4A68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84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705063" w14:textId="77777777" w:rsidR="00DC4A68" w:rsidRPr="00FE0987" w:rsidRDefault="00DC4A68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DC4A68" w:rsidRPr="006930FD" w14:paraId="7CEE6514" w14:textId="77777777" w:rsidTr="00DC4A68">
        <w:trPr>
          <w:cantSplit/>
          <w:jc w:val="center"/>
        </w:trPr>
        <w:tc>
          <w:tcPr>
            <w:tcW w:w="1127" w:type="dxa"/>
            <w:vAlign w:val="center"/>
          </w:tcPr>
          <w:p w14:paraId="56461AA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5A78BBC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4C79B1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89612EE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061102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76B64E6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AEAF79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329805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A2CBE87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1961AB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68C6207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299AE8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00" w:type="dxa"/>
            <w:vAlign w:val="center"/>
          </w:tcPr>
          <w:p w14:paraId="5CC9BD3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26D0C6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C827E7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53ACFB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  <w:vAlign w:val="center"/>
          </w:tcPr>
          <w:p w14:paraId="5697143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4A68" w:rsidRPr="006930FD" w14:paraId="363B2AF1" w14:textId="77777777" w:rsidTr="00DC4A68">
        <w:trPr>
          <w:cantSplit/>
          <w:jc w:val="center"/>
        </w:trPr>
        <w:tc>
          <w:tcPr>
            <w:tcW w:w="1127" w:type="dxa"/>
            <w:vAlign w:val="center"/>
          </w:tcPr>
          <w:p w14:paraId="60A8A2D4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407B94E1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00B4AD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C43D2E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0FFDBB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29CBA7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1AB6AC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82B7F6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7C34D9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A85468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F0196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70BC5F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00" w:type="dxa"/>
            <w:vAlign w:val="center"/>
          </w:tcPr>
          <w:p w14:paraId="39B628B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45A13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647A56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5A17778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  <w:vAlign w:val="center"/>
          </w:tcPr>
          <w:p w14:paraId="3ACBC46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4A68" w:rsidRPr="006930FD" w14:paraId="28172DCF" w14:textId="77777777" w:rsidTr="00DC4A68">
        <w:trPr>
          <w:cantSplit/>
          <w:jc w:val="center"/>
        </w:trPr>
        <w:tc>
          <w:tcPr>
            <w:tcW w:w="1127" w:type="dxa"/>
            <w:vAlign w:val="center"/>
          </w:tcPr>
          <w:p w14:paraId="16EB32E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580B6E4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99173E7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C1838E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84C343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E7CC9B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45395A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05A0DA2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6DE8DC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2F28D5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E2558B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9C82B1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00" w:type="dxa"/>
            <w:vAlign w:val="center"/>
          </w:tcPr>
          <w:p w14:paraId="5F2A9C7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0C1BCD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376CA71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F41235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  <w:vAlign w:val="center"/>
          </w:tcPr>
          <w:p w14:paraId="37FE0BC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4A68" w:rsidRPr="006930FD" w14:paraId="30DE4253" w14:textId="77777777" w:rsidTr="00DC4A68">
        <w:trPr>
          <w:cantSplit/>
          <w:jc w:val="center"/>
        </w:trPr>
        <w:tc>
          <w:tcPr>
            <w:tcW w:w="1127" w:type="dxa"/>
            <w:vAlign w:val="center"/>
          </w:tcPr>
          <w:p w14:paraId="1C45277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240865E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13984E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6ABE6F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BC9286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7F1F4BCE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EAC28F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DACE47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CC6C8B5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10EA92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A7C68D5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1CE6C2E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00" w:type="dxa"/>
            <w:vAlign w:val="center"/>
          </w:tcPr>
          <w:p w14:paraId="6718D38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78983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3742975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A673F2E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  <w:vAlign w:val="center"/>
          </w:tcPr>
          <w:p w14:paraId="3FF83A38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4A68" w:rsidRPr="006930FD" w14:paraId="16064BA8" w14:textId="77777777" w:rsidTr="00DC4A68">
        <w:trPr>
          <w:cantSplit/>
          <w:jc w:val="center"/>
        </w:trPr>
        <w:tc>
          <w:tcPr>
            <w:tcW w:w="1127" w:type="dxa"/>
            <w:vAlign w:val="center"/>
          </w:tcPr>
          <w:p w14:paraId="59A324A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62C2AF0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1C08F01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33B0ACE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B1A5AD2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D1B304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7174B7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3B7C96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CB59FA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EBB78F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91CF374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6B45A72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00" w:type="dxa"/>
            <w:vAlign w:val="center"/>
          </w:tcPr>
          <w:p w14:paraId="3FFE8ED2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3B9EC1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EA364C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4D5F17F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  <w:vAlign w:val="center"/>
          </w:tcPr>
          <w:p w14:paraId="1B89F199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4A68" w:rsidRPr="006930FD" w14:paraId="26ACF35F" w14:textId="77777777" w:rsidTr="00DC4A68">
        <w:trPr>
          <w:cantSplit/>
          <w:jc w:val="center"/>
        </w:trPr>
        <w:tc>
          <w:tcPr>
            <w:tcW w:w="1127" w:type="dxa"/>
            <w:vAlign w:val="center"/>
          </w:tcPr>
          <w:p w14:paraId="0A91340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7F862C7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96499F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37440C7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DE5B8C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0EF9E9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3A4B677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0F8CD5E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3EB7CB2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C1B81B8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64C4D81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84629A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00" w:type="dxa"/>
            <w:vAlign w:val="center"/>
          </w:tcPr>
          <w:p w14:paraId="46B8B2B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6AC5E5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DACC764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86A043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  <w:vAlign w:val="center"/>
          </w:tcPr>
          <w:p w14:paraId="3B898B2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4A68" w:rsidRPr="006930FD" w14:paraId="0192945C" w14:textId="77777777" w:rsidTr="00DC4A68">
        <w:trPr>
          <w:cantSplit/>
          <w:jc w:val="center"/>
        </w:trPr>
        <w:tc>
          <w:tcPr>
            <w:tcW w:w="1127" w:type="dxa"/>
            <w:vAlign w:val="center"/>
          </w:tcPr>
          <w:p w14:paraId="54015BE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533079D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5BE6E9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5A66A81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C50BF2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0C2821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106031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EB1C64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50F5BD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9442C9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76F67B5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7EA7634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00" w:type="dxa"/>
            <w:vAlign w:val="center"/>
          </w:tcPr>
          <w:p w14:paraId="48C56EA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932B44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93A6601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067EAE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  <w:vAlign w:val="center"/>
          </w:tcPr>
          <w:p w14:paraId="56C2931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C4A68" w:rsidRPr="006930FD" w14:paraId="4D230F08" w14:textId="77777777" w:rsidTr="00DC4A68">
        <w:trPr>
          <w:cantSplit/>
          <w:jc w:val="center"/>
        </w:trPr>
        <w:tc>
          <w:tcPr>
            <w:tcW w:w="1127" w:type="dxa"/>
            <w:vAlign w:val="center"/>
          </w:tcPr>
          <w:p w14:paraId="6F52323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3F5D2293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304486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65B747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D8EA375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421B73D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C7F8330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2D8B515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EA7CF28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6C2F3EB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01455A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72725AF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00" w:type="dxa"/>
            <w:vAlign w:val="center"/>
          </w:tcPr>
          <w:p w14:paraId="33DD9CFE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7DC7DD6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0D4521C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C5ECE12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  <w:vAlign w:val="center"/>
          </w:tcPr>
          <w:p w14:paraId="76198C2A" w14:textId="77777777" w:rsidR="00DC4A68" w:rsidRPr="006930FD" w:rsidRDefault="00DC4A68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550495C6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0B220DF3" w14:textId="77777777" w:rsidTr="006930FD">
        <w:tc>
          <w:tcPr>
            <w:tcW w:w="3794" w:type="dxa"/>
            <w:shd w:val="pct10" w:color="auto" w:fill="FFFFFF"/>
          </w:tcPr>
          <w:p w14:paraId="2BF2AE0A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180B78B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D1E5F50" w14:textId="77777777" w:rsidTr="006930FD">
        <w:tc>
          <w:tcPr>
            <w:tcW w:w="3794" w:type="dxa"/>
            <w:shd w:val="pct10" w:color="auto" w:fill="FFFFFF"/>
          </w:tcPr>
          <w:p w14:paraId="347DC91E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5899535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5F0BF0B5" w14:textId="77777777" w:rsidTr="006930FD">
        <w:tc>
          <w:tcPr>
            <w:tcW w:w="3794" w:type="dxa"/>
            <w:shd w:val="pct10" w:color="auto" w:fill="FFFFFF"/>
          </w:tcPr>
          <w:p w14:paraId="613B307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36BF2C1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81E34FB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E3C08" w14:textId="77777777" w:rsidR="00B82E1C" w:rsidRDefault="00B82E1C">
      <w:r>
        <w:separator/>
      </w:r>
    </w:p>
  </w:endnote>
  <w:endnote w:type="continuationSeparator" w:id="0">
    <w:p w14:paraId="2B20F57A" w14:textId="77777777" w:rsidR="00B82E1C" w:rsidRDefault="00B82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C458D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C937C" w14:textId="77777777" w:rsidR="00A0739B" w:rsidRDefault="008A19C4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Dece</w:t>
    </w:r>
    <w:r w:rsidR="008A7C59">
      <w:rPr>
        <w:rFonts w:ascii="Times New Roman" w:hAnsi="Times New Roman"/>
        <w:b/>
        <w:sz w:val="20"/>
        <w:lang w:val="en-GB"/>
      </w:rPr>
      <w:t>mber 2021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07B69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07B69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822D571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E35D0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96291" w14:textId="77777777" w:rsidR="00B82E1C" w:rsidRDefault="00B82E1C" w:rsidP="0037643A">
      <w:pPr>
        <w:spacing w:before="120" w:after="0"/>
        <w:ind w:left="0"/>
      </w:pPr>
      <w:r>
        <w:separator/>
      </w:r>
    </w:p>
  </w:footnote>
  <w:footnote w:type="continuationSeparator" w:id="0">
    <w:p w14:paraId="09A7293C" w14:textId="77777777" w:rsidR="00B82E1C" w:rsidRDefault="00B82E1C">
      <w:r>
        <w:continuationSeparator/>
      </w:r>
    </w:p>
  </w:footnote>
  <w:footnote w:id="1">
    <w:p w14:paraId="4EEEB87D" w14:textId="77777777" w:rsidR="00DC4A68" w:rsidRPr="004F34F5" w:rsidRDefault="00DC4A68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CEC91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E6C5C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D97C2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B3C42"/>
    <w:rsid w:val="00AF44CE"/>
    <w:rsid w:val="00B3235B"/>
    <w:rsid w:val="00B82E1C"/>
    <w:rsid w:val="00BA749C"/>
    <w:rsid w:val="00BB55EC"/>
    <w:rsid w:val="00C07B69"/>
    <w:rsid w:val="00C50D0F"/>
    <w:rsid w:val="00C542B1"/>
    <w:rsid w:val="00C738BA"/>
    <w:rsid w:val="00C82DA0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C4A68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A9F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E3660-C4C6-4C71-B48E-BD126CFC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C76A3E-D317-4DAF-97F9-193652065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2380A-BDA9-4FCF-ADED-917FF4323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953F07-C58C-449C-BD0B-DEF645CB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Nikola Iliev</cp:lastModifiedBy>
  <cp:revision>17</cp:revision>
  <cp:lastPrinted>2021-06-21T12:50:00Z</cp:lastPrinted>
  <dcterms:created xsi:type="dcterms:W3CDTF">2018-12-18T11:35:00Z</dcterms:created>
  <dcterms:modified xsi:type="dcterms:W3CDTF">2022-04-07T06:01:00Z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